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DE" w:rsidRPr="00A500F5" w:rsidRDefault="00FA168D" w:rsidP="00176E26">
      <w:pPr>
        <w:tabs>
          <w:tab w:val="left" w:pos="567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0D10DE" w:rsidRPr="00176E26" w:rsidRDefault="000D10DE" w:rsidP="00D4250F"/>
    <w:p w:rsidR="0084092C" w:rsidRPr="00176E26" w:rsidRDefault="0084092C" w:rsidP="00176E26">
      <w:pPr>
        <w:tabs>
          <w:tab w:val="left" w:pos="5670"/>
        </w:tabs>
        <w:spacing w:line="360" w:lineRule="auto"/>
        <w:jc w:val="both"/>
        <w:rPr>
          <w:sz w:val="24"/>
          <w:szCs w:val="24"/>
        </w:rPr>
      </w:pPr>
    </w:p>
    <w:p w:rsidR="00D4250F" w:rsidRDefault="00D4250F" w:rsidP="00D4250F">
      <w:pPr>
        <w:pStyle w:val="as"/>
        <w:spacing w:before="40" w:after="40"/>
        <w:jc w:val="center"/>
        <w:rPr>
          <w:color w:val="000000"/>
          <w:sz w:val="28"/>
          <w:szCs w:val="28"/>
        </w:rPr>
      </w:pPr>
      <w:r w:rsidRPr="008C49A5">
        <w:rPr>
          <w:b/>
          <w:lang w:val="en-US"/>
        </w:rPr>
        <w:t>ANTIKEIMENO</w:t>
      </w:r>
      <w:r w:rsidRPr="008C49A5">
        <w:rPr>
          <w:b/>
        </w:rPr>
        <w:t>:</w:t>
      </w:r>
      <w:r w:rsidRPr="008C49A5">
        <w:t xml:space="preserve"> </w:t>
      </w:r>
      <w:r w:rsidRPr="008C49A5">
        <w:rPr>
          <w:b/>
          <w:bCs/>
          <w:color w:val="000000"/>
        </w:rPr>
        <w:t>«ΠΡΟΜΗΘΕΙΑ ΤΑΧΥΔΡΟΜΙΚΩΝ ΥΠΗΡΕΣΙΩΝ»</w:t>
      </w:r>
    </w:p>
    <w:p w:rsidR="00D4250F" w:rsidRDefault="00D4250F" w:rsidP="00D4250F">
      <w:pPr>
        <w:pStyle w:val="as"/>
        <w:jc w:val="center"/>
        <w:rPr>
          <w:b/>
          <w:bCs/>
          <w:color w:val="000000"/>
          <w:sz w:val="22"/>
          <w:szCs w:val="22"/>
          <w:lang w:val="en-US"/>
        </w:rPr>
      </w:pPr>
      <w:r w:rsidRPr="00A1272D">
        <w:rPr>
          <w:b/>
          <w:bCs/>
          <w:color w:val="000000"/>
          <w:sz w:val="22"/>
          <w:szCs w:val="22"/>
        </w:rPr>
        <w:t xml:space="preserve">   </w:t>
      </w:r>
      <w:r>
        <w:rPr>
          <w:b/>
          <w:bCs/>
          <w:color w:val="000000"/>
          <w:sz w:val="22"/>
          <w:szCs w:val="22"/>
        </w:rPr>
        <w:t xml:space="preserve">(ΑΠΟΣΤΟΛΗ ΚΑΙ ΕΠΙΔΟΣΗ ΕΜΦΑΚΕΛΩΜΕΝΩΝ ΛΟΓ/ΣΜΩΝ ΥΔΡΕΥΣΗΣ) </w:t>
      </w:r>
    </w:p>
    <w:p w:rsidR="00D4250F" w:rsidRPr="00D4250F" w:rsidRDefault="00D4250F" w:rsidP="00D4250F">
      <w:pPr>
        <w:rPr>
          <w:lang w:val="en-US" w:eastAsia="en-US"/>
        </w:rPr>
      </w:pPr>
    </w:p>
    <w:p w:rsidR="00D4250F" w:rsidRPr="008C49A5" w:rsidRDefault="00D4250F" w:rsidP="00D4250F">
      <w:pPr>
        <w:pStyle w:val="as"/>
        <w:jc w:val="center"/>
        <w:rPr>
          <w:b/>
          <w:bCs/>
          <w:color w:val="000000"/>
          <w:sz w:val="22"/>
          <w:szCs w:val="22"/>
        </w:rPr>
      </w:pPr>
      <w:r w:rsidRPr="008C49A5">
        <w:rPr>
          <w:b/>
          <w:bCs/>
          <w:color w:val="000000"/>
          <w:sz w:val="22"/>
          <w:szCs w:val="22"/>
        </w:rPr>
        <w:t xml:space="preserve">Αρ. </w:t>
      </w:r>
      <w:proofErr w:type="spellStart"/>
      <w:r w:rsidRPr="008C49A5">
        <w:rPr>
          <w:b/>
          <w:bCs/>
          <w:color w:val="000000"/>
          <w:sz w:val="22"/>
          <w:szCs w:val="22"/>
        </w:rPr>
        <w:t>διακ</w:t>
      </w:r>
      <w:proofErr w:type="spellEnd"/>
      <w:r w:rsidRPr="008C49A5"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z w:val="22"/>
          <w:szCs w:val="22"/>
        </w:rPr>
        <w:t xml:space="preserve">  8 /18</w:t>
      </w:r>
    </w:p>
    <w:p w:rsidR="000D10DE" w:rsidRDefault="000D10DE" w:rsidP="00D4250F">
      <w:pPr>
        <w:tabs>
          <w:tab w:val="left" w:pos="5670"/>
        </w:tabs>
        <w:spacing w:line="360" w:lineRule="auto"/>
        <w:jc w:val="both"/>
        <w:rPr>
          <w:sz w:val="24"/>
          <w:szCs w:val="24"/>
          <w:lang w:val="en-US"/>
        </w:rPr>
      </w:pPr>
    </w:p>
    <w:p w:rsidR="00D4250F" w:rsidRPr="00D4250F" w:rsidRDefault="00D4250F" w:rsidP="00D4250F">
      <w:pPr>
        <w:pStyle w:val="10"/>
        <w:shd w:val="clear" w:color="auto" w:fill="auto"/>
        <w:spacing w:after="0"/>
        <w:ind w:left="80" w:right="-1"/>
        <w:jc w:val="center"/>
        <w:rPr>
          <w:sz w:val="22"/>
          <w:szCs w:val="22"/>
          <w:lang w:val="en-US"/>
        </w:rPr>
      </w:pPr>
      <w:r>
        <w:rPr>
          <w:rStyle w:val="11050"/>
          <w:sz w:val="22"/>
          <w:szCs w:val="22"/>
        </w:rPr>
        <w:t>ΠΡΟΫΠΟΛΟΓΙ</w:t>
      </w:r>
      <w:r w:rsidRPr="008C49A5">
        <w:rPr>
          <w:rStyle w:val="11050"/>
          <w:sz w:val="22"/>
          <w:szCs w:val="22"/>
        </w:rPr>
        <w:t>ΣΜΟΣ ΜΕΛΕΤΗΣ</w:t>
      </w:r>
      <w:r>
        <w:rPr>
          <w:rStyle w:val="11050"/>
          <w:sz w:val="22"/>
          <w:szCs w:val="22"/>
        </w:rPr>
        <w:t>:  410.4</w:t>
      </w:r>
      <w:r w:rsidRPr="00ED6E29">
        <w:rPr>
          <w:rStyle w:val="11050"/>
          <w:sz w:val="22"/>
          <w:szCs w:val="22"/>
        </w:rPr>
        <w:t xml:space="preserve">00,00 </w:t>
      </w:r>
      <w:r w:rsidRPr="00E65EF0">
        <w:rPr>
          <w:rStyle w:val="11"/>
          <w:sz w:val="22"/>
          <w:szCs w:val="22"/>
        </w:rPr>
        <w:t>€</w:t>
      </w:r>
      <w:r w:rsidRPr="00ED6E29">
        <w:rPr>
          <w:rStyle w:val="11"/>
          <w:sz w:val="22"/>
          <w:szCs w:val="22"/>
        </w:rPr>
        <w:t xml:space="preserve"> (</w:t>
      </w:r>
      <w:r>
        <w:rPr>
          <w:rStyle w:val="11"/>
          <w:sz w:val="22"/>
          <w:szCs w:val="22"/>
        </w:rPr>
        <w:t>Πλέον</w:t>
      </w:r>
      <w:r>
        <w:rPr>
          <w:rStyle w:val="11"/>
          <w:sz w:val="22"/>
          <w:szCs w:val="22"/>
          <w:lang w:val="en-US"/>
        </w:rPr>
        <w:t xml:space="preserve"> </w:t>
      </w:r>
      <w:r>
        <w:rPr>
          <w:rStyle w:val="11"/>
          <w:sz w:val="22"/>
          <w:szCs w:val="22"/>
        </w:rPr>
        <w:t>ΦΠΑ 24%)</w:t>
      </w:r>
    </w:p>
    <w:p w:rsidR="00D4250F" w:rsidRPr="00D4250F" w:rsidRDefault="00D4250F" w:rsidP="00D4250F">
      <w:pPr>
        <w:tabs>
          <w:tab w:val="left" w:pos="5670"/>
        </w:tabs>
        <w:spacing w:line="360" w:lineRule="auto"/>
        <w:jc w:val="both"/>
        <w:rPr>
          <w:sz w:val="24"/>
          <w:szCs w:val="24"/>
          <w:lang w:val="en-US"/>
        </w:rPr>
      </w:pPr>
    </w:p>
    <w:tbl>
      <w:tblPr>
        <w:tblW w:w="10099" w:type="dxa"/>
        <w:tblInd w:w="-10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3811"/>
        <w:gridCol w:w="706"/>
        <w:gridCol w:w="1224"/>
        <w:gridCol w:w="2261"/>
        <w:gridCol w:w="1531"/>
      </w:tblGrid>
      <w:tr w:rsidR="00D4250F" w:rsidTr="00D4250F">
        <w:trPr>
          <w:trHeight w:hRule="exact" w:val="10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ind w:left="140"/>
            </w:pPr>
            <w:r>
              <w:rPr>
                <w:rStyle w:val="11"/>
              </w:rPr>
              <w:t>Α/Α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jc w:val="center"/>
            </w:pPr>
            <w:r>
              <w:rPr>
                <w:rStyle w:val="11"/>
              </w:rPr>
              <w:t>ΠΕΡΙΓΡΑΦΗ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11"/>
              </w:rPr>
              <w:t>Μ.Μ.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11"/>
              </w:rPr>
              <w:t>ΠΟΣΟΤΗΤΑ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jc w:val="center"/>
            </w:pPr>
            <w:r>
              <w:rPr>
                <w:rStyle w:val="11"/>
              </w:rPr>
              <w:t>ΤΙΜΗ ΜΟΝΑΔΟΣ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jc w:val="center"/>
            </w:pPr>
            <w:r>
              <w:rPr>
                <w:rStyle w:val="11"/>
              </w:rPr>
              <w:t>ΣΥΝΟΛΟ</w:t>
            </w:r>
          </w:p>
        </w:tc>
      </w:tr>
      <w:tr w:rsidR="00D4250F" w:rsidTr="00D4250F">
        <w:trPr>
          <w:trHeight w:hRule="exact" w:val="6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ind w:left="140"/>
            </w:pPr>
            <w:r>
              <w:rPr>
                <w:rStyle w:val="11"/>
              </w:rPr>
              <w:t>1.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11"/>
              </w:rPr>
              <w:t>ΔΙΑΝΟΜΗ ΚΑΙ ΕΠΙΔΟΣΗ ΛΟΓ/ΣΜΩΝ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11"/>
              </w:rPr>
              <w:t>ΤΕΜ.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ind w:left="260"/>
            </w:pPr>
            <w:r>
              <w:rPr>
                <w:rStyle w:val="11"/>
              </w:rPr>
              <w:t>1.080.000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jc w:val="center"/>
            </w:pPr>
          </w:p>
        </w:tc>
      </w:tr>
      <w:tr w:rsidR="00D4250F" w:rsidTr="00D4250F">
        <w:trPr>
          <w:trHeight w:hRule="exact" w:val="773"/>
        </w:trPr>
        <w:tc>
          <w:tcPr>
            <w:tcW w:w="5083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Default="00D4250F" w:rsidP="00D4250F">
            <w:pPr>
              <w:rPr>
                <w:sz w:val="10"/>
                <w:szCs w:val="10"/>
              </w:rPr>
            </w:pPr>
          </w:p>
          <w:p w:rsidR="00D4250F" w:rsidRPr="00D46AD4" w:rsidRDefault="00D4250F" w:rsidP="00D4250F">
            <w:pPr>
              <w:rPr>
                <w:sz w:val="10"/>
                <w:szCs w:val="10"/>
              </w:rPr>
            </w:pP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10" w:lineRule="exact"/>
              <w:ind w:left="120"/>
            </w:pPr>
            <w:r>
              <w:rPr>
                <w:rStyle w:val="1050"/>
              </w:rPr>
              <w:t>ΣΥΝΟΛΟ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10" w:lineRule="exact"/>
              <w:jc w:val="center"/>
            </w:pPr>
          </w:p>
        </w:tc>
      </w:tr>
      <w:tr w:rsidR="00D4250F" w:rsidTr="00D4250F">
        <w:trPr>
          <w:trHeight w:hRule="exact" w:val="629"/>
        </w:trPr>
        <w:tc>
          <w:tcPr>
            <w:tcW w:w="5083" w:type="dxa"/>
            <w:gridSpan w:val="3"/>
            <w:vMerge/>
            <w:shd w:val="clear" w:color="auto" w:fill="FFFFFF"/>
          </w:tcPr>
          <w:p w:rsidR="00D4250F" w:rsidRDefault="00D4250F" w:rsidP="00D4250F"/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11"/>
              </w:rPr>
              <w:t>ΦΠΑ 24%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00" w:lineRule="exact"/>
              <w:jc w:val="center"/>
            </w:pPr>
          </w:p>
        </w:tc>
      </w:tr>
      <w:tr w:rsidR="00D4250F" w:rsidTr="00D4250F">
        <w:trPr>
          <w:trHeight w:hRule="exact" w:val="888"/>
        </w:trPr>
        <w:tc>
          <w:tcPr>
            <w:tcW w:w="5083" w:type="dxa"/>
            <w:gridSpan w:val="3"/>
            <w:vMerge/>
            <w:shd w:val="clear" w:color="auto" w:fill="FFFFFF"/>
          </w:tcPr>
          <w:p w:rsidR="00D4250F" w:rsidRDefault="00D4250F" w:rsidP="00D4250F"/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10" w:lineRule="exact"/>
              <w:ind w:left="120"/>
            </w:pPr>
            <w:r>
              <w:rPr>
                <w:rStyle w:val="1050"/>
              </w:rPr>
              <w:t>ΓΕΝΙΚΟ ΣΥΝΟΛΟ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50F" w:rsidRDefault="00D4250F" w:rsidP="00D4250F">
            <w:pPr>
              <w:pStyle w:val="2"/>
              <w:shd w:val="clear" w:color="auto" w:fill="auto"/>
              <w:spacing w:before="0" w:after="0" w:line="210" w:lineRule="exact"/>
            </w:pPr>
          </w:p>
        </w:tc>
      </w:tr>
    </w:tbl>
    <w:p w:rsidR="00731F9C" w:rsidRDefault="00731F9C" w:rsidP="00176E26">
      <w:pPr>
        <w:tabs>
          <w:tab w:val="left" w:pos="5670"/>
        </w:tabs>
        <w:spacing w:line="360" w:lineRule="auto"/>
        <w:jc w:val="both"/>
        <w:rPr>
          <w:sz w:val="24"/>
          <w:szCs w:val="24"/>
        </w:rPr>
      </w:pPr>
    </w:p>
    <w:p w:rsidR="00D4250F" w:rsidRDefault="00D4250F" w:rsidP="00176E26">
      <w:pPr>
        <w:tabs>
          <w:tab w:val="left" w:pos="5670"/>
        </w:tabs>
        <w:spacing w:line="360" w:lineRule="auto"/>
        <w:jc w:val="both"/>
        <w:rPr>
          <w:sz w:val="24"/>
          <w:szCs w:val="24"/>
        </w:rPr>
      </w:pPr>
    </w:p>
    <w:p w:rsidR="00D4250F" w:rsidRPr="00176E26" w:rsidRDefault="00D4250F" w:rsidP="00176E26">
      <w:pPr>
        <w:tabs>
          <w:tab w:val="left" w:pos="5670"/>
        </w:tabs>
        <w:spacing w:line="360" w:lineRule="auto"/>
        <w:jc w:val="both"/>
        <w:rPr>
          <w:sz w:val="24"/>
          <w:szCs w:val="24"/>
        </w:rPr>
      </w:pPr>
    </w:p>
    <w:p w:rsidR="00731F9C" w:rsidRPr="00176E26" w:rsidRDefault="00731F9C" w:rsidP="00176E26">
      <w:pPr>
        <w:tabs>
          <w:tab w:val="left" w:pos="5670"/>
        </w:tabs>
        <w:spacing w:line="360" w:lineRule="auto"/>
        <w:jc w:val="both"/>
        <w:rPr>
          <w:sz w:val="24"/>
          <w:szCs w:val="24"/>
        </w:rPr>
      </w:pPr>
    </w:p>
    <w:p w:rsidR="00F203C4" w:rsidRPr="00176E26" w:rsidRDefault="00F203C4" w:rsidP="00D4250F">
      <w:pPr>
        <w:ind w:left="2060" w:firstLine="720"/>
        <w:jc w:val="center"/>
        <w:rPr>
          <w:sz w:val="24"/>
          <w:szCs w:val="24"/>
        </w:rPr>
      </w:pPr>
      <w:r w:rsidRPr="00176E26">
        <w:rPr>
          <w:sz w:val="24"/>
          <w:szCs w:val="24"/>
        </w:rPr>
        <w:tab/>
      </w:r>
      <w:r w:rsidRPr="00176E26">
        <w:rPr>
          <w:sz w:val="24"/>
          <w:szCs w:val="24"/>
        </w:rPr>
        <w:tab/>
      </w:r>
      <w:r w:rsidR="00D4250F">
        <w:rPr>
          <w:sz w:val="24"/>
          <w:szCs w:val="24"/>
        </w:rPr>
        <w:tab/>
      </w:r>
      <w:r w:rsidR="00D4250F">
        <w:rPr>
          <w:sz w:val="24"/>
          <w:szCs w:val="24"/>
        </w:rPr>
        <w:tab/>
      </w:r>
      <w:r w:rsidR="00D4250F" w:rsidRPr="00D4250F">
        <w:t xml:space="preserve">Ο ΠΡΟΣΦΕΡΩΝ </w:t>
      </w:r>
      <w:r w:rsidRPr="00D4250F">
        <w:tab/>
      </w:r>
      <w:r w:rsidRPr="00176E26">
        <w:rPr>
          <w:sz w:val="24"/>
          <w:szCs w:val="24"/>
        </w:rPr>
        <w:tab/>
      </w:r>
    </w:p>
    <w:p w:rsidR="000D10DE" w:rsidRDefault="00D4250F" w:rsidP="00D4250F">
      <w:pPr>
        <w:ind w:left="2060" w:firstLine="720"/>
        <w:jc w:val="center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4250F">
        <w:t>(ΥΠΟΓΡΑΦΗ – ΣΦΡΑΓΙΔΑ)</w:t>
      </w:r>
    </w:p>
    <w:p w:rsidR="00D4250F" w:rsidRDefault="00D4250F" w:rsidP="00D4250F">
      <w:pPr>
        <w:ind w:left="2060" w:firstLine="720"/>
        <w:jc w:val="center"/>
      </w:pPr>
    </w:p>
    <w:p w:rsidR="00D4250F" w:rsidRDefault="00D4250F" w:rsidP="00D4250F">
      <w:pPr>
        <w:ind w:left="2060" w:firstLine="720"/>
        <w:jc w:val="center"/>
      </w:pPr>
    </w:p>
    <w:p w:rsidR="00D4250F" w:rsidRDefault="00D4250F" w:rsidP="00D4250F">
      <w:pPr>
        <w:ind w:left="2060" w:firstLine="720"/>
        <w:jc w:val="center"/>
      </w:pPr>
    </w:p>
    <w:p w:rsidR="00D4250F" w:rsidRDefault="00D4250F" w:rsidP="00D4250F">
      <w:pPr>
        <w:ind w:left="2060" w:firstLine="720"/>
        <w:jc w:val="center"/>
      </w:pPr>
    </w:p>
    <w:p w:rsidR="00D4250F" w:rsidRPr="00D4250F" w:rsidRDefault="00D4250F" w:rsidP="00D4250F">
      <w:pPr>
        <w:ind w:left="2060" w:firstLine="720"/>
        <w:jc w:val="center"/>
      </w:pPr>
    </w:p>
    <w:sectPr w:rsidR="00D4250F" w:rsidRPr="00D4250F" w:rsidSect="00731F9C">
      <w:headerReference w:type="default" r:id="rId7"/>
      <w:pgSz w:w="11906" w:h="16838"/>
      <w:pgMar w:top="1418" w:right="425" w:bottom="0" w:left="212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B7F" w:rsidRDefault="00A21B7F" w:rsidP="00C30A9D">
      <w:r>
        <w:separator/>
      </w:r>
    </w:p>
  </w:endnote>
  <w:endnote w:type="continuationSeparator" w:id="0">
    <w:p w:rsidR="00A21B7F" w:rsidRDefault="00A21B7F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B7F" w:rsidRDefault="00A21B7F" w:rsidP="00C30A9D">
      <w:r>
        <w:separator/>
      </w:r>
    </w:p>
  </w:footnote>
  <w:footnote w:type="continuationSeparator" w:id="0">
    <w:p w:rsidR="00A21B7F" w:rsidRDefault="00A21B7F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A9D" w:rsidRDefault="00D4250F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-1083310</wp:posOffset>
          </wp:positionH>
          <wp:positionV relativeFrom="paragraph">
            <wp:posOffset>-56515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A0B4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margin-left:-95.05pt;margin-top:62.3pt;width:122.25pt;height:83.25pt;z-index:251658752;mso-position-horizontal-relative:text;mso-position-vertical-relative:text" filled="f" stroked="f">
          <v:textbox>
            <w:txbxContent>
              <w:p w:rsidR="00731F9C" w:rsidRPr="00D4250F" w:rsidRDefault="00731F9C" w:rsidP="00731F9C">
                <w:pPr>
                  <w:ind w:left="-142" w:right="-123"/>
                  <w:jc w:val="center"/>
                  <w:rPr>
                    <w:b/>
                    <w:sz w:val="18"/>
                    <w:lang w:val="en-US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A3D96"/>
    <w:multiLevelType w:val="hybridMultilevel"/>
    <w:tmpl w:val="ABE8812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E32023"/>
    <w:multiLevelType w:val="hybridMultilevel"/>
    <w:tmpl w:val="C6A8BB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22265"/>
    <w:multiLevelType w:val="hybridMultilevel"/>
    <w:tmpl w:val="27763CAE"/>
    <w:lvl w:ilvl="0" w:tplc="56F44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</w:lvl>
    <w:lvl w:ilvl="3" w:tplc="0408000F" w:tentative="1">
      <w:start w:val="1"/>
      <w:numFmt w:val="decimal"/>
      <w:lvlText w:val="%4."/>
      <w:lvlJc w:val="left"/>
      <w:pPr>
        <w:ind w:left="3039" w:hanging="360"/>
      </w:p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</w:lvl>
    <w:lvl w:ilvl="6" w:tplc="0408000F" w:tentative="1">
      <w:start w:val="1"/>
      <w:numFmt w:val="decimal"/>
      <w:lvlText w:val="%7."/>
      <w:lvlJc w:val="left"/>
      <w:pPr>
        <w:ind w:left="5199" w:hanging="360"/>
      </w:p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4">
    <w:nsid w:val="5B6204E9"/>
    <w:multiLevelType w:val="hybridMultilevel"/>
    <w:tmpl w:val="B9BA8A96"/>
    <w:lvl w:ilvl="0" w:tplc="B212F11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characterSpacingControl w:val="doNotCompress"/>
  <w:hdrShapeDefaults>
    <o:shapedefaults v:ext="edit" spidmax="48130">
      <o:colormenu v:ext="edit" fillcolor="none" strokecolor="none"/>
    </o:shapedefaults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F203C4"/>
    <w:rsid w:val="0001325C"/>
    <w:rsid w:val="0001579D"/>
    <w:rsid w:val="00023559"/>
    <w:rsid w:val="00024FF0"/>
    <w:rsid w:val="00025019"/>
    <w:rsid w:val="00060D92"/>
    <w:rsid w:val="00066C87"/>
    <w:rsid w:val="00093476"/>
    <w:rsid w:val="000B096C"/>
    <w:rsid w:val="000B25EE"/>
    <w:rsid w:val="000D10DE"/>
    <w:rsid w:val="001050F7"/>
    <w:rsid w:val="00120346"/>
    <w:rsid w:val="00176E26"/>
    <w:rsid w:val="001D0AEA"/>
    <w:rsid w:val="001D1B81"/>
    <w:rsid w:val="001D68FD"/>
    <w:rsid w:val="00201823"/>
    <w:rsid w:val="00223AE3"/>
    <w:rsid w:val="00245C4B"/>
    <w:rsid w:val="00280B58"/>
    <w:rsid w:val="00282635"/>
    <w:rsid w:val="00297FEC"/>
    <w:rsid w:val="002A11EF"/>
    <w:rsid w:val="002A7470"/>
    <w:rsid w:val="002B6878"/>
    <w:rsid w:val="002C27DE"/>
    <w:rsid w:val="002C6896"/>
    <w:rsid w:val="002D2D23"/>
    <w:rsid w:val="002E067B"/>
    <w:rsid w:val="00310851"/>
    <w:rsid w:val="00310990"/>
    <w:rsid w:val="003330DE"/>
    <w:rsid w:val="003450C9"/>
    <w:rsid w:val="003733CB"/>
    <w:rsid w:val="00393123"/>
    <w:rsid w:val="00396E10"/>
    <w:rsid w:val="003A377F"/>
    <w:rsid w:val="003E11B5"/>
    <w:rsid w:val="004322EB"/>
    <w:rsid w:val="004663F6"/>
    <w:rsid w:val="00484F04"/>
    <w:rsid w:val="00485530"/>
    <w:rsid w:val="0049710C"/>
    <w:rsid w:val="004A0B0A"/>
    <w:rsid w:val="004A0B44"/>
    <w:rsid w:val="004C14F1"/>
    <w:rsid w:val="004D17D3"/>
    <w:rsid w:val="004F20E7"/>
    <w:rsid w:val="00507C24"/>
    <w:rsid w:val="00531AF2"/>
    <w:rsid w:val="00562AAE"/>
    <w:rsid w:val="005A2775"/>
    <w:rsid w:val="005E27A6"/>
    <w:rsid w:val="005F20F8"/>
    <w:rsid w:val="005F42DA"/>
    <w:rsid w:val="00617F38"/>
    <w:rsid w:val="00644281"/>
    <w:rsid w:val="006847CE"/>
    <w:rsid w:val="0069378C"/>
    <w:rsid w:val="006A7230"/>
    <w:rsid w:val="006E2871"/>
    <w:rsid w:val="006F0E94"/>
    <w:rsid w:val="00720E84"/>
    <w:rsid w:val="00731F9C"/>
    <w:rsid w:val="007426E1"/>
    <w:rsid w:val="0075290C"/>
    <w:rsid w:val="00760235"/>
    <w:rsid w:val="00766007"/>
    <w:rsid w:val="007B5D2B"/>
    <w:rsid w:val="007F54A5"/>
    <w:rsid w:val="00813A9E"/>
    <w:rsid w:val="0083498F"/>
    <w:rsid w:val="0084092C"/>
    <w:rsid w:val="008730B4"/>
    <w:rsid w:val="00890A6C"/>
    <w:rsid w:val="008B74BB"/>
    <w:rsid w:val="008B7691"/>
    <w:rsid w:val="008E6D36"/>
    <w:rsid w:val="008F2632"/>
    <w:rsid w:val="008F3D7E"/>
    <w:rsid w:val="008F63FF"/>
    <w:rsid w:val="009101B3"/>
    <w:rsid w:val="00912878"/>
    <w:rsid w:val="009224BD"/>
    <w:rsid w:val="00922A8E"/>
    <w:rsid w:val="0094312B"/>
    <w:rsid w:val="0094420F"/>
    <w:rsid w:val="0096251A"/>
    <w:rsid w:val="00980D1F"/>
    <w:rsid w:val="009853DE"/>
    <w:rsid w:val="009B5AE7"/>
    <w:rsid w:val="009B77A7"/>
    <w:rsid w:val="009F4989"/>
    <w:rsid w:val="00A21B7F"/>
    <w:rsid w:val="00A3209A"/>
    <w:rsid w:val="00A42AEE"/>
    <w:rsid w:val="00A45F1E"/>
    <w:rsid w:val="00A500F5"/>
    <w:rsid w:val="00AA3AC0"/>
    <w:rsid w:val="00AA6837"/>
    <w:rsid w:val="00AC70EC"/>
    <w:rsid w:val="00AF065A"/>
    <w:rsid w:val="00B040EF"/>
    <w:rsid w:val="00B463DD"/>
    <w:rsid w:val="00B6342E"/>
    <w:rsid w:val="00B871F2"/>
    <w:rsid w:val="00BA2DB3"/>
    <w:rsid w:val="00BB062B"/>
    <w:rsid w:val="00BC26F9"/>
    <w:rsid w:val="00BD0E59"/>
    <w:rsid w:val="00BF48E2"/>
    <w:rsid w:val="00C15CAB"/>
    <w:rsid w:val="00C23F24"/>
    <w:rsid w:val="00C30A9D"/>
    <w:rsid w:val="00C8202B"/>
    <w:rsid w:val="00C9193F"/>
    <w:rsid w:val="00CA6884"/>
    <w:rsid w:val="00CC1436"/>
    <w:rsid w:val="00CD1E58"/>
    <w:rsid w:val="00CE6145"/>
    <w:rsid w:val="00CF373C"/>
    <w:rsid w:val="00CF44F7"/>
    <w:rsid w:val="00D00BAE"/>
    <w:rsid w:val="00D037F7"/>
    <w:rsid w:val="00D31E61"/>
    <w:rsid w:val="00D4250F"/>
    <w:rsid w:val="00D54695"/>
    <w:rsid w:val="00D736AC"/>
    <w:rsid w:val="00DC1B9A"/>
    <w:rsid w:val="00DE009A"/>
    <w:rsid w:val="00EA0C3C"/>
    <w:rsid w:val="00EA376C"/>
    <w:rsid w:val="00EA46F1"/>
    <w:rsid w:val="00EC6AC5"/>
    <w:rsid w:val="00EE7501"/>
    <w:rsid w:val="00F203C4"/>
    <w:rsid w:val="00F35966"/>
    <w:rsid w:val="00F67B49"/>
    <w:rsid w:val="00F74DDB"/>
    <w:rsid w:val="00F842C7"/>
    <w:rsid w:val="00F85A09"/>
    <w:rsid w:val="00F93F8B"/>
    <w:rsid w:val="00FA168D"/>
    <w:rsid w:val="00FC0EB6"/>
    <w:rsid w:val="00FC30F6"/>
    <w:rsid w:val="00FC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paragraph" w:customStyle="1" w:styleId="as">
    <w:name w:val=".as..."/>
    <w:basedOn w:val="a"/>
    <w:next w:val="a"/>
    <w:uiPriority w:val="99"/>
    <w:rsid w:val="00D4250F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1">
    <w:name w:val="Επικεφαλίδα #1_"/>
    <w:basedOn w:val="a0"/>
    <w:link w:val="10"/>
    <w:rsid w:val="00D4250F"/>
    <w:rPr>
      <w:rFonts w:ascii="Calibri" w:eastAsia="Calibri" w:hAnsi="Calibri" w:cs="Calibri"/>
      <w:b/>
      <w:bCs/>
      <w:spacing w:val="3"/>
      <w:sz w:val="25"/>
      <w:szCs w:val="25"/>
      <w:shd w:val="clear" w:color="auto" w:fill="FFFFFF"/>
    </w:rPr>
  </w:style>
  <w:style w:type="character" w:customStyle="1" w:styleId="11050">
    <w:name w:val="Επικεφαλίδα #1 + 10;5 στ.;Διάστιχο 0 στ."/>
    <w:basedOn w:val="1"/>
    <w:rsid w:val="00D4250F"/>
    <w:rPr>
      <w:color w:val="000000"/>
      <w:spacing w:val="1"/>
      <w:w w:val="100"/>
      <w:position w:val="0"/>
      <w:sz w:val="21"/>
      <w:szCs w:val="21"/>
      <w:lang w:val="el-GR"/>
    </w:rPr>
  </w:style>
  <w:style w:type="character" w:customStyle="1" w:styleId="11">
    <w:name w:val="Σώμα κειμένου1"/>
    <w:basedOn w:val="a0"/>
    <w:rsid w:val="00D4250F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el-GR"/>
    </w:rPr>
  </w:style>
  <w:style w:type="paragraph" w:customStyle="1" w:styleId="10">
    <w:name w:val="Επικεφαλίδα #1"/>
    <w:basedOn w:val="a"/>
    <w:link w:val="1"/>
    <w:rsid w:val="00D4250F"/>
    <w:pPr>
      <w:widowControl w:val="0"/>
      <w:shd w:val="clear" w:color="auto" w:fill="FFFFFF"/>
      <w:spacing w:after="600" w:line="600" w:lineRule="exact"/>
      <w:outlineLvl w:val="0"/>
    </w:pPr>
    <w:rPr>
      <w:rFonts w:ascii="Calibri" w:eastAsia="Calibri" w:hAnsi="Calibri" w:cs="Calibri"/>
      <w:b/>
      <w:bCs/>
      <w:spacing w:val="3"/>
      <w:sz w:val="25"/>
      <w:szCs w:val="25"/>
    </w:rPr>
  </w:style>
  <w:style w:type="character" w:customStyle="1" w:styleId="a8">
    <w:name w:val="Σώμα κειμένου_"/>
    <w:basedOn w:val="a0"/>
    <w:link w:val="2"/>
    <w:rsid w:val="00D4250F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050">
    <w:name w:val="Σώμα κειμένου + 10;5 στ.;Έντονη γραφή;Διάστιχο 0 στ."/>
    <w:basedOn w:val="a8"/>
    <w:rsid w:val="00D4250F"/>
    <w:rPr>
      <w:b/>
      <w:bCs/>
      <w:color w:val="000000"/>
      <w:spacing w:val="1"/>
      <w:w w:val="100"/>
      <w:position w:val="0"/>
      <w:sz w:val="21"/>
      <w:szCs w:val="21"/>
      <w:lang w:val="el-GR"/>
    </w:rPr>
  </w:style>
  <w:style w:type="paragraph" w:customStyle="1" w:styleId="2">
    <w:name w:val="Σώμα κειμένου2"/>
    <w:basedOn w:val="a"/>
    <w:link w:val="a8"/>
    <w:rsid w:val="00D4250F"/>
    <w:pPr>
      <w:widowControl w:val="0"/>
      <w:shd w:val="clear" w:color="auto" w:fill="FFFFFF"/>
      <w:spacing w:before="1800" w:after="60" w:line="0" w:lineRule="atLeast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EYAP\07%20&#916;&#921;&#913;&#914;&#921;&#914;&#913;&#931;&#932;&#921;&#922;&#913;%20&#916;&#931;\PROTYPO%20EPISTOLOXARTO%20DEYAP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PROTYPO EPISTOLOXARTO DEYAP</Template>
  <TotalTime>587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user021</dc:creator>
  <cp:lastModifiedBy>user021</cp:lastModifiedBy>
  <cp:revision>50</cp:revision>
  <cp:lastPrinted>2018-06-07T05:01:00Z</cp:lastPrinted>
  <dcterms:created xsi:type="dcterms:W3CDTF">2015-06-10T06:17:00Z</dcterms:created>
  <dcterms:modified xsi:type="dcterms:W3CDTF">2018-07-12T07:30:00Z</dcterms:modified>
</cp:coreProperties>
</file>